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4315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160962491"/>
                <w:placeholder>
                  <w:docPart w:val="5D78903C39E1489C9D5C485D5A3BB8D5"/>
                </w:placeholder>
              </w:sdtPr>
              <w:sdtEndPr/>
              <w:sdtContent>
                <w:tc>
                  <w:tcPr>
                    <w:tcW w:w="5491" w:type="dxa"/>
                  </w:tcPr>
                  <w:p w14:paraId="786241CD" w14:textId="17C7420E" w:rsidR="00B65513" w:rsidRPr="0007110E" w:rsidRDefault="005C0526" w:rsidP="00E82667">
                    <w:pPr>
                      <w:tabs>
                        <w:tab w:val="left" w:pos="426"/>
                      </w:tabs>
                      <w:spacing w:before="120"/>
                      <w:rPr>
                        <w:bCs/>
                        <w:lang w:val="en-IE" w:eastAsia="en-GB"/>
                      </w:rPr>
                    </w:pPr>
                    <w:r>
                      <w:rPr>
                        <w:bCs/>
                        <w:lang w:val="it-IT" w:eastAsia="en-GB"/>
                      </w:rPr>
                      <w:t>HOME.A.3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269121511"/>
                <w:placeholder>
                  <w:docPart w:val="A50732109D39426398A945726BC78C43"/>
                </w:placeholder>
              </w:sdtPr>
              <w:sdtEndPr/>
              <w:sdtContent>
                <w:sdt>
                  <w:sdtPr>
                    <w:rPr>
                      <w:bCs/>
                      <w:lang w:val="en-IE" w:eastAsia="en-GB"/>
                    </w:rPr>
                    <w:id w:val="560519753"/>
                    <w:placeholder>
                      <w:docPart w:val="13C85FDE63E24CB8BEB8CD18B2082D98"/>
                    </w:placeholder>
                  </w:sdtPr>
                  <w:sdtEndPr/>
                  <w:sdtContent>
                    <w:tc>
                      <w:tcPr>
                        <w:tcW w:w="5491" w:type="dxa"/>
                      </w:tcPr>
                      <w:p w14:paraId="26B6BD75" w14:textId="39B9C3CD" w:rsidR="00D96984" w:rsidRPr="0007110E" w:rsidRDefault="006F3B57" w:rsidP="00E82667">
                        <w:pPr>
                          <w:tabs>
                            <w:tab w:val="left" w:pos="426"/>
                          </w:tabs>
                          <w:spacing w:before="120"/>
                          <w:rPr>
                            <w:bCs/>
                            <w:lang w:val="en-IE" w:eastAsia="en-GB"/>
                          </w:rPr>
                        </w:pPr>
                        <w:r w:rsidRPr="006F3B57">
                          <w:rPr>
                            <w:szCs w:val="24"/>
                          </w:rPr>
                          <w:t> 254451</w:t>
                        </w:r>
                      </w:p>
                    </w:tc>
                  </w:sdtContent>
                </w:sdt>
              </w:sdtContent>
            </w:sdt>
          </w:sdtContent>
        </w:sdt>
      </w:tr>
      <w:tr w:rsidR="00E21DBD" w:rsidRPr="008A7DA4"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688870199"/>
                  <w:placeholder>
                    <w:docPart w:val="2B366F805B08432F90B67E32953C06FF"/>
                  </w:placeholder>
                </w:sdtPr>
                <w:sdtEndPr/>
                <w:sdtContent>
                  <w:p w14:paraId="5FFD7730" w14:textId="77777777" w:rsidR="005C0526" w:rsidRDefault="005C0526" w:rsidP="005C0526">
                    <w:pPr>
                      <w:spacing w:after="0"/>
                      <w:ind w:right="1315"/>
                      <w:rPr>
                        <w:bCs/>
                        <w:lang w:val="en-IE" w:eastAsia="en-GB"/>
                      </w:rPr>
                    </w:pPr>
                    <w:r w:rsidRPr="003F2974">
                      <w:rPr>
                        <w:bCs/>
                        <w:lang w:val="pt-PT"/>
                      </w:rPr>
                      <w:t>Pawel Busiakiewicz</w:t>
                    </w:r>
                  </w:p>
                  <w:p w14:paraId="714DA989" w14:textId="7ACA07A6" w:rsidR="00E21DBD" w:rsidRPr="0007110E" w:rsidRDefault="00743153" w:rsidP="005C0526">
                    <w:pPr>
                      <w:spacing w:after="0"/>
                      <w:ind w:right="1315"/>
                      <w:rPr>
                        <w:bCs/>
                        <w:lang w:val="en-IE" w:eastAsia="en-GB"/>
                      </w:rPr>
                    </w:pPr>
                  </w:p>
                </w:sdtContent>
              </w:sdt>
            </w:sdtContent>
          </w:sdt>
          <w:p w14:paraId="34CF737A" w14:textId="6295BFD5" w:rsidR="00E21DBD" w:rsidRPr="008A7DA4" w:rsidRDefault="00743153" w:rsidP="00E82667">
            <w:pPr>
              <w:tabs>
                <w:tab w:val="left" w:pos="426"/>
              </w:tabs>
              <w:contextualSpacing/>
              <w:rPr>
                <w:bCs/>
                <w:lang w:val="de-DE" w:eastAsia="en-GB"/>
              </w:rPr>
            </w:pPr>
            <w:sdt>
              <w:sdtPr>
                <w:rPr>
                  <w:bCs/>
                  <w:lang w:val="en-IE" w:eastAsia="en-GB"/>
                </w:rPr>
                <w:id w:val="1175461244"/>
                <w:placeholder>
                  <w:docPart w:val="DefaultPlaceholder_-1854013440"/>
                </w:placeholder>
              </w:sdtPr>
              <w:sdtEndPr/>
              <w:sdtContent>
                <w:r w:rsidR="006F3B57" w:rsidRPr="008A7DA4">
                  <w:rPr>
                    <w:bCs/>
                    <w:lang w:val="de-DE" w:eastAsia="en-GB"/>
                  </w:rPr>
                  <w:t>4</w:t>
                </w:r>
              </w:sdtContent>
            </w:sdt>
            <w:r w:rsidR="00E21DBD" w:rsidRPr="008A7DA4">
              <w:rPr>
                <w:bCs/>
                <w:lang w:val="de-DE" w:eastAsia="en-GB"/>
              </w:rPr>
              <w:t xml:space="preserve"> quarter </w:t>
            </w:r>
            <w:sdt>
              <w:sdtPr>
                <w:rPr>
                  <w:bCs/>
                  <w:lang w:val="de-D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C0526" w:rsidRPr="008A7DA4">
                  <w:rPr>
                    <w:bCs/>
                    <w:lang w:val="de-DE" w:eastAsia="en-GB"/>
                  </w:rPr>
                  <w:t>2025</w:t>
                </w:r>
              </w:sdtContent>
            </w:sdt>
          </w:p>
          <w:p w14:paraId="158DD156" w14:textId="55594780" w:rsidR="00E21DBD" w:rsidRPr="008A7DA4" w:rsidRDefault="00743153" w:rsidP="00E82667">
            <w:pPr>
              <w:tabs>
                <w:tab w:val="left" w:pos="426"/>
              </w:tabs>
              <w:contextualSpacing/>
              <w:jc w:val="left"/>
              <w:rPr>
                <w:bCs/>
                <w:szCs w:val="24"/>
                <w:lang w:val="de-DE" w:eastAsia="en-GB"/>
              </w:rPr>
            </w:pPr>
            <w:sdt>
              <w:sdtPr>
                <w:rPr>
                  <w:bCs/>
                  <w:lang w:val="en-IE" w:eastAsia="en-GB"/>
                </w:rPr>
                <w:id w:val="202528730"/>
                <w:placeholder>
                  <w:docPart w:val="DefaultPlaceholder_-1854013440"/>
                </w:placeholder>
              </w:sdtPr>
              <w:sdtEndPr/>
              <w:sdtContent>
                <w:r w:rsidR="005C0526" w:rsidRPr="008A7DA4">
                  <w:rPr>
                    <w:bCs/>
                    <w:lang w:val="de-DE" w:eastAsia="en-GB"/>
                  </w:rPr>
                  <w:t>2</w:t>
                </w:r>
              </w:sdtContent>
            </w:sdt>
            <w:r w:rsidR="00E21DBD" w:rsidRPr="008A7DA4">
              <w:rPr>
                <w:bCs/>
                <w:lang w:val="de-DE" w:eastAsia="en-GB"/>
              </w:rPr>
              <w:t xml:space="preserve"> years</w:t>
            </w:r>
            <w:r w:rsidR="00E21DBD" w:rsidRPr="008A7DA4">
              <w:rPr>
                <w:bCs/>
                <w:lang w:val="de-DE" w:eastAsia="en-GB"/>
              </w:rPr>
              <w:br/>
            </w:r>
            <w:sdt>
              <w:sdtPr>
                <w:rPr>
                  <w:bCs/>
                  <w:szCs w:val="24"/>
                  <w:lang w:val="de-DE" w:eastAsia="en-GB"/>
                </w:rPr>
                <w:id w:val="-69433268"/>
                <w14:checkbox>
                  <w14:checked w14:val="0"/>
                  <w14:checkedState w14:val="2612" w14:font="MS Gothic"/>
                  <w14:uncheckedState w14:val="2610" w14:font="MS Gothic"/>
                </w14:checkbox>
              </w:sdtPr>
              <w:sdtEndPr/>
              <w:sdtContent>
                <w:r w:rsidR="00E41704" w:rsidRPr="008A7DA4">
                  <w:rPr>
                    <w:rFonts w:ascii="MS Gothic" w:eastAsia="MS Gothic" w:hAnsi="MS Gothic" w:hint="eastAsia"/>
                    <w:bCs/>
                    <w:szCs w:val="24"/>
                    <w:lang w:val="de-DE" w:eastAsia="en-GB"/>
                  </w:rPr>
                  <w:t>☐</w:t>
                </w:r>
              </w:sdtContent>
            </w:sdt>
            <w:r w:rsidR="00E21DBD" w:rsidRPr="008A7DA4">
              <w:rPr>
                <w:bCs/>
                <w:lang w:val="de-DE" w:eastAsia="en-GB"/>
              </w:rPr>
              <w:t xml:space="preserve"> Brussels</w:t>
            </w:r>
            <w:r w:rsidR="00994062" w:rsidRPr="008A7DA4">
              <w:rPr>
                <w:bCs/>
                <w:lang w:val="de-DE" w:eastAsia="en-GB"/>
              </w:rPr>
              <w:t xml:space="preserve">  </w:t>
            </w:r>
            <w:sdt>
              <w:sdtPr>
                <w:rPr>
                  <w:bCs/>
                  <w:szCs w:val="24"/>
                  <w:lang w:val="de-DE" w:eastAsia="en-GB"/>
                </w:rPr>
                <w:id w:val="1282158214"/>
                <w14:checkbox>
                  <w14:checked w14:val="0"/>
                  <w14:checkedState w14:val="2612" w14:font="MS Gothic"/>
                  <w14:uncheckedState w14:val="2610" w14:font="MS Gothic"/>
                </w14:checkbox>
              </w:sdtPr>
              <w:sdtEndPr/>
              <w:sdtContent>
                <w:r w:rsidR="007F02AC" w:rsidRPr="008A7DA4">
                  <w:rPr>
                    <w:rFonts w:ascii="MS Gothic" w:eastAsia="MS Gothic" w:hAnsi="MS Gothic" w:hint="eastAsia"/>
                    <w:bCs/>
                    <w:szCs w:val="24"/>
                    <w:lang w:val="de-DE" w:eastAsia="en-GB"/>
                  </w:rPr>
                  <w:t>☐</w:t>
                </w:r>
              </w:sdtContent>
            </w:sdt>
            <w:r w:rsidR="00E21DBD" w:rsidRPr="008A7DA4">
              <w:rPr>
                <w:bCs/>
                <w:szCs w:val="24"/>
                <w:lang w:val="de-DE" w:eastAsia="en-GB"/>
              </w:rPr>
              <w:t xml:space="preserve"> Luxemburg</w:t>
            </w:r>
            <w:r w:rsidR="00994062" w:rsidRPr="008A7DA4">
              <w:rPr>
                <w:bCs/>
                <w:szCs w:val="24"/>
                <w:lang w:val="de-DE" w:eastAsia="en-GB"/>
              </w:rPr>
              <w:t xml:space="preserve">   </w:t>
            </w:r>
            <w:sdt>
              <w:sdtPr>
                <w:rPr>
                  <w:bCs/>
                  <w:szCs w:val="24"/>
                  <w:lang w:val="de-DE" w:eastAsia="en-GB"/>
                </w:rPr>
                <w:id w:val="-432676822"/>
                <w14:checkbox>
                  <w14:checked w14:val="1"/>
                  <w14:checkedState w14:val="2612" w14:font="MS Gothic"/>
                  <w14:uncheckedState w14:val="2610" w14:font="MS Gothic"/>
                </w14:checkbox>
              </w:sdtPr>
              <w:sdtEndPr/>
              <w:sdtContent>
                <w:r w:rsidR="005C0526" w:rsidRPr="008A7DA4">
                  <w:rPr>
                    <w:rFonts w:ascii="MS Gothic" w:eastAsia="MS Gothic" w:hAnsi="MS Gothic" w:hint="eastAsia"/>
                    <w:bCs/>
                    <w:szCs w:val="24"/>
                    <w:lang w:val="de-DE" w:eastAsia="en-GB"/>
                  </w:rPr>
                  <w:t>☒</w:t>
                </w:r>
              </w:sdtContent>
            </w:sdt>
            <w:r w:rsidR="00E21DBD" w:rsidRPr="008A7DA4">
              <w:rPr>
                <w:bCs/>
                <w:szCs w:val="24"/>
                <w:lang w:val="de-DE" w:eastAsia="en-GB"/>
              </w:rPr>
              <w:t xml:space="preserve"> Other: </w:t>
            </w:r>
            <w:sdt>
              <w:sdtPr>
                <w:rPr>
                  <w:bCs/>
                  <w:szCs w:val="24"/>
                  <w:lang w:eastAsia="en-GB"/>
                </w:rPr>
                <w:id w:val="-186994276"/>
                <w:placeholder>
                  <w:docPart w:val="42CE55A0461841A39534A5E777539A67"/>
                </w:placeholder>
              </w:sdtPr>
              <w:sdtEndPr/>
              <w:sdtContent>
                <w:sdt>
                  <w:sdtPr>
                    <w:rPr>
                      <w:bCs/>
                      <w:szCs w:val="24"/>
                      <w:lang w:eastAsia="en-GB"/>
                    </w:rPr>
                    <w:id w:val="-942380628"/>
                    <w:placeholder>
                      <w:docPart w:val="92407535B5F54D4ABBB5634AE6169B28"/>
                    </w:placeholder>
                  </w:sdtPr>
                  <w:sdtEndPr/>
                  <w:sdtContent>
                    <w:sdt>
                      <w:sdtPr>
                        <w:rPr>
                          <w:bCs/>
                          <w:szCs w:val="24"/>
                          <w:lang w:eastAsia="en-GB"/>
                        </w:rPr>
                        <w:id w:val="2126120798"/>
                        <w:placeholder>
                          <w:docPart w:val="68E1682EED4944C68D63FD9C07FFE0C6"/>
                        </w:placeholder>
                      </w:sdtPr>
                      <w:sdtEndPr/>
                      <w:sdtContent>
                        <w:r w:rsidR="008A7DA4" w:rsidRPr="008A7DA4">
                          <w:rPr>
                            <w:szCs w:val="24"/>
                            <w:lang w:val="de-DE"/>
                          </w:rPr>
                          <w:t>T</w:t>
                        </w:r>
                        <w:r w:rsidR="008A7DA4">
                          <w:rPr>
                            <w:szCs w:val="24"/>
                            <w:lang w:val="de-DE"/>
                          </w:rPr>
                          <w:t>unisia</w:t>
                        </w:r>
                      </w:sdtContent>
                    </w:sdt>
                  </w:sdtContent>
                </w:sdt>
              </w:sdtContent>
            </w:sdt>
          </w:p>
          <w:p w14:paraId="7CA484B0" w14:textId="77777777" w:rsidR="00E21DBD" w:rsidRPr="008A7DA4" w:rsidRDefault="00E21DBD" w:rsidP="00E82667">
            <w:pPr>
              <w:tabs>
                <w:tab w:val="left" w:pos="426"/>
              </w:tabs>
              <w:spacing w:before="120" w:after="0"/>
              <w:contextualSpacing/>
              <w:rPr>
                <w:bCs/>
                <w:lang w:val="de-D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A5E11E0"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E04EBF5"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4315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4315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4315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F7B9F0F"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C6E6C0F"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6pt" o:ole="">
                  <v:imagedata r:id="rId23" o:title=""/>
                </v:shape>
                <w:control r:id="rId24" w:name="OptionButton2" w:shapeid="_x0000_i1045"/>
              </w:object>
            </w:r>
            <w:r>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3A35D4DA"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743153">
                  <w:rPr>
                    <w:bCs/>
                    <w:lang w:val="fr-BE" w:eastAsia="en-GB"/>
                  </w:rPr>
                  <w:t>25-11-2025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764764946"/>
            <w:placeholder>
              <w:docPart w:val="C2F07CF8C31F4B62BF3A98BDDF678A5D"/>
            </w:placeholder>
          </w:sdtPr>
          <w:sdtEndPr/>
          <w:sdtContent>
            <w:p w14:paraId="59DD0438" w14:textId="304FBFEB" w:rsidR="00E21DBD" w:rsidRDefault="005C0526" w:rsidP="005C0526">
              <w:pPr>
                <w:autoSpaceDE w:val="0"/>
                <w:autoSpaceDN w:val="0"/>
                <w:adjustRightInd w:val="0"/>
                <w:spacing w:after="0"/>
                <w:rPr>
                  <w:lang w:val="en-US" w:eastAsia="en-GB"/>
                </w:rPr>
              </w:pPr>
              <w:r w:rsidRPr="001C055F">
                <w:rPr>
                  <w:color w:val="000000"/>
                  <w:szCs w:val="24"/>
                </w:rP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w:t>
              </w:r>
              <w:r>
                <w:rPr>
                  <w:color w:val="000000"/>
                  <w:szCs w:val="24"/>
                </w:rPr>
                <w:t xml:space="preserve"> </w:t>
              </w:r>
              <w:r w:rsidRPr="001C055F">
                <w:rPr>
                  <w:color w:val="000000"/>
                  <w:szCs w:val="24"/>
                </w:rPr>
                <w:t xml:space="preserve">migration and security external challenges facing the European Union, (3) promoting the rights and values underpinning the area of Freedom, Security and Justice </w:t>
              </w:r>
              <w:r w:rsidRPr="001C055F">
                <w:rPr>
                  <w:color w:val="000000"/>
                  <w:szCs w:val="24"/>
                </w:rPr>
                <w:lastRenderedPageBreak/>
                <w:t xml:space="preserve">in relations with third countries, and (4) the EU becoming a stronger and more visible </w:t>
              </w:r>
              <w:r w:rsidRPr="001C055F">
                <w:rPr>
                  <w:szCs w:val="24"/>
                </w:rPr>
                <w:t>global actor in the areas of migration and security.</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3" w:name="_Hlk159936837" w:displacedByCustomXml="next"/>
        <w:sdt>
          <w:sdtPr>
            <w:rPr>
              <w:lang w:val="en-US" w:eastAsia="en-GB"/>
            </w:rPr>
            <w:id w:val="-1543670782"/>
            <w:placeholder>
              <w:docPart w:val="DF6AC8D98DFB4806A862BEF034FCA390"/>
            </w:placeholder>
          </w:sdtPr>
          <w:sdtEndPr/>
          <w:sdtContent>
            <w:p w14:paraId="66EF33FB" w14:textId="77777777" w:rsidR="005C0526" w:rsidRDefault="005C0526" w:rsidP="005C0526">
              <w:pPr>
                <w:widowControl w:val="0"/>
                <w:spacing w:after="295" w:line="259" w:lineRule="exact"/>
                <w:ind w:right="320"/>
                <w:rPr>
                  <w:lang w:val="en-US" w:eastAsia="en-GB"/>
                </w:rPr>
              </w:pPr>
              <w:r>
                <w:rPr>
                  <w:lang w:val="en-US" w:eastAsia="en-GB"/>
                </w:rPr>
                <w:t xml:space="preserve">We propose a SNE post attached to DG HOME and deployed in a EU Delegation. </w:t>
              </w:r>
            </w:p>
            <w:p w14:paraId="01AA16C1" w14:textId="77777777" w:rsidR="005C0526" w:rsidRDefault="005C0526" w:rsidP="005C0526">
              <w:pPr>
                <w:widowControl w:val="0"/>
                <w:spacing w:after="295" w:line="259" w:lineRule="exact"/>
                <w:ind w:right="320"/>
                <w:rPr>
                  <w:lang w:val="en-US" w:eastAsia="en-GB"/>
                </w:rPr>
              </w:pPr>
              <w:bookmarkStart w:id="4" w:name="_Hlk161759420"/>
              <w:r w:rsidRPr="00B97582">
                <w:rPr>
                  <w:lang w:val="en-US" w:eastAsia="en-GB"/>
                </w:rPr>
                <w:t>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7537932C" w14:textId="7974DB0E" w:rsidR="005C0526" w:rsidRDefault="005C0526" w:rsidP="005C0526">
              <w:pPr>
                <w:spacing w:after="0"/>
                <w:rPr>
                  <w:lang w:val="en-US" w:eastAsia="en-GB"/>
                </w:rPr>
              </w:pPr>
              <w:r w:rsidRPr="00B97582">
                <w:rPr>
                  <w:lang w:val="en-US" w:eastAsia="en-GB"/>
                </w:rPr>
                <w:t>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r>
                <w:rPr>
                  <w:lang w:val="en-US" w:eastAsia="en-GB"/>
                </w:rPr>
                <w:t xml:space="preserve"> </w:t>
              </w:r>
              <w:bookmarkStart w:id="5" w:name="_Hlk189592709"/>
              <w:r w:rsidR="006F3B57" w:rsidRPr="005353C5">
                <w:rPr>
                  <w:lang w:val="en-US" w:eastAsia="en-GB"/>
                </w:rPr>
                <w:t>The post in Tunisia has a regional mandate for Tunisia and Libya.</w:t>
              </w:r>
              <w:r>
                <w:rPr>
                  <w:lang w:val="en-US" w:eastAsia="en-GB"/>
                </w:rPr>
                <w:t xml:space="preserve">  </w:t>
              </w:r>
            </w:p>
            <w:p w14:paraId="46EE3E07" w14:textId="5C0C9F30" w:rsidR="00E21DBD" w:rsidRPr="00AF7D78" w:rsidRDefault="00743153" w:rsidP="005C0526">
              <w:pPr>
                <w:autoSpaceDE w:val="0"/>
                <w:autoSpaceDN w:val="0"/>
                <w:adjustRightInd w:val="0"/>
                <w:spacing w:after="0"/>
                <w:rPr>
                  <w:lang w:val="en-US" w:eastAsia="en-GB"/>
                </w:rPr>
              </w:pPr>
            </w:p>
            <w:bookmarkEnd w:id="4" w:displacedByCustomXml="next"/>
          </w:sdtContent>
        </w:sdt>
        <w:bookmarkEnd w:id="5" w:displacedByCustomXml="next"/>
        <w:bookmarkEnd w:id="3" w:displacedByCustomXml="nex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545748911"/>
            <w:placeholder>
              <w:docPart w:val="6CB481AE0A584FBD864195276E0E78E3"/>
            </w:placeholder>
          </w:sdtPr>
          <w:sdtEndPr/>
          <w:sdtContent>
            <w:p w14:paraId="4B2EFDA5" w14:textId="77777777" w:rsidR="005C0526" w:rsidRPr="00384900" w:rsidRDefault="005C0526" w:rsidP="005C0526">
              <w:pPr>
                <w:widowControl w:val="0"/>
                <w:spacing w:after="295" w:line="259" w:lineRule="exact"/>
                <w:ind w:right="320"/>
                <w:rPr>
                  <w:szCs w:val="24"/>
                </w:rPr>
              </w:pPr>
            </w:p>
            <w:p w14:paraId="64C58133" w14:textId="77777777" w:rsidR="005C0526" w:rsidRPr="00384900" w:rsidRDefault="005C0526" w:rsidP="005C0526">
              <w:pPr>
                <w:widowControl w:val="0"/>
                <w:spacing w:after="162" w:line="190" w:lineRule="exact"/>
                <w:rPr>
                  <w:rFonts w:eastAsia="Arial"/>
                  <w:color w:val="000000"/>
                  <w:szCs w:val="24"/>
                  <w:lang w:val="en-US" w:eastAsia="en-GB"/>
                </w:rPr>
              </w:pPr>
              <w:r w:rsidRPr="00384900">
                <w:rPr>
                  <w:rFonts w:eastAsia="Arial"/>
                  <w:color w:val="000000"/>
                  <w:szCs w:val="24"/>
                  <w:lang w:val="en-US" w:eastAsia="en-GB"/>
                </w:rPr>
                <w:t>An SNE who will:</w:t>
              </w:r>
            </w:p>
            <w:p w14:paraId="07FA6EB4" w14:textId="77777777" w:rsidR="005C0526" w:rsidRPr="00384900" w:rsidRDefault="005C0526" w:rsidP="00DF502D">
              <w:pPr>
                <w:widowControl w:val="0"/>
                <w:tabs>
                  <w:tab w:val="left" w:pos="746"/>
                </w:tabs>
                <w:spacing w:line="254" w:lineRule="exact"/>
                <w:ind w:right="320"/>
                <w:rPr>
                  <w:rFonts w:eastAsia="Arial"/>
                  <w:color w:val="000000"/>
                  <w:szCs w:val="24"/>
                  <w:lang w:val="en-US" w:eastAsia="en-GB"/>
                </w:rPr>
              </w:pPr>
              <w:r w:rsidRPr="00384900">
                <w:rPr>
                  <w:rFonts w:eastAsia="Arial"/>
                  <w:color w:val="000000"/>
                  <w:szCs w:val="24"/>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14:paraId="2D759575" w14:textId="42B2C2B4" w:rsidR="005C0526" w:rsidRPr="00384900" w:rsidRDefault="00DF502D" w:rsidP="00DF502D">
              <w:pPr>
                <w:widowControl w:val="0"/>
                <w:tabs>
                  <w:tab w:val="left" w:pos="746"/>
                </w:tabs>
                <w:spacing w:line="254" w:lineRule="exact"/>
                <w:ind w:right="320"/>
                <w:rPr>
                  <w:rFonts w:eastAsia="Arial"/>
                  <w:color w:val="000000"/>
                  <w:szCs w:val="24"/>
                  <w:lang w:val="en-US" w:eastAsia="en-GB"/>
                </w:rPr>
              </w:pPr>
              <w:r>
                <w:rPr>
                  <w:szCs w:val="24"/>
                  <w:lang w:val="en-US" w:eastAsia="en-GB"/>
                </w:rPr>
                <w:t>-</w:t>
              </w:r>
              <w:r w:rsidR="005C0526" w:rsidRPr="00384900">
                <w:rPr>
                  <w:szCs w:val="24"/>
                  <w:lang w:val="en-US" w:eastAsia="en-GB"/>
                </w:rPr>
                <w:t>Gather knowledge and information related to migratory situation and specific migratory trends (flows, routes, risks, modi operandi used by smugglers and related criminal activities) as well as to policy developments in the host country (policy of the official authorities, legislative basis, social/public trends) and in the wider region (for those with a regional mandate). He/She will contribute to identifying challenges and needs in both strategic and operational terms and share these with the Commission, the EEAS, the Council and the relevant EU Agencies, in particular for purpose of risk analysis developed by Frontex and investigations at EU level supported by Europol.</w:t>
              </w:r>
            </w:p>
            <w:p w14:paraId="12F36779" w14:textId="5EE44A15" w:rsidR="005C0526" w:rsidRPr="00384900" w:rsidRDefault="00DF502D" w:rsidP="00DF502D">
              <w:pPr>
                <w:widowControl w:val="0"/>
                <w:tabs>
                  <w:tab w:val="left" w:pos="746"/>
                </w:tabs>
                <w:spacing w:line="254" w:lineRule="exact"/>
                <w:ind w:right="320"/>
                <w:rPr>
                  <w:rFonts w:eastAsia="Arial"/>
                  <w:color w:val="000000"/>
                  <w:szCs w:val="24"/>
                  <w:lang w:val="en-US" w:eastAsia="en-GB"/>
                </w:rPr>
              </w:pPr>
              <w:r>
                <w:rPr>
                  <w:szCs w:val="24"/>
                  <w:lang w:val="en-US" w:eastAsia="en-GB"/>
                </w:rPr>
                <w:t>-</w:t>
              </w:r>
              <w:r w:rsidR="005C0526" w:rsidRPr="00384900">
                <w:rPr>
                  <w:szCs w:val="24"/>
                  <w:lang w:val="en-US" w:eastAsia="en-GB"/>
                </w:rPr>
                <w:t xml:space="preserve">Provide policy/strategic analysis and recommendations and contribute to the reporting of the EU Delegation. </w:t>
              </w:r>
            </w:p>
            <w:p w14:paraId="1ED548C1" w14:textId="76FAE789" w:rsidR="005C0526" w:rsidRPr="00384900" w:rsidRDefault="00DF502D" w:rsidP="00DF502D">
              <w:pPr>
                <w:widowControl w:val="0"/>
                <w:tabs>
                  <w:tab w:val="left" w:pos="746"/>
                </w:tabs>
                <w:spacing w:line="254" w:lineRule="exact"/>
                <w:ind w:right="320"/>
                <w:rPr>
                  <w:rFonts w:eastAsia="Arial"/>
                  <w:color w:val="000000"/>
                  <w:szCs w:val="24"/>
                  <w:lang w:val="en-US" w:eastAsia="en-GB"/>
                </w:rPr>
              </w:pPr>
              <w:r>
                <w:rPr>
                  <w:szCs w:val="24"/>
                  <w:lang w:val="en-US" w:eastAsia="en-GB"/>
                </w:rPr>
                <w:t>-</w:t>
              </w:r>
              <w:r w:rsidR="005C0526" w:rsidRPr="00384900">
                <w:rPr>
                  <w:szCs w:val="24"/>
                  <w:lang w:val="en-US" w:eastAsia="en-GB"/>
                </w:rPr>
                <w:t>Under the supervision of the Head of the Political Section, facilitate and support the Immigration Liaison Officers' Network in the country of posting in line with Regulation 2019/1240</w:t>
              </w:r>
              <w:r w:rsidR="005C0526">
                <w:rPr>
                  <w:szCs w:val="24"/>
                  <w:lang w:val="en-US" w:eastAsia="en-GB"/>
                </w:rPr>
                <w:t>, e</w:t>
              </w:r>
              <w:r w:rsidR="005C0526" w:rsidRPr="00384900">
                <w:rPr>
                  <w:szCs w:val="24"/>
                  <w:lang w:val="en-US" w:eastAsia="en-GB"/>
                </w:rPr>
                <w:t xml:space="preserve">stablish and lead a network of Member States’ and EU Agencies </w:t>
              </w:r>
              <w:r w:rsidR="005C0526" w:rsidRPr="00384900">
                <w:rPr>
                  <w:szCs w:val="24"/>
                  <w:lang w:val="en-US" w:eastAsia="en-GB"/>
                </w:rPr>
                <w:lastRenderedPageBreak/>
                <w:t>representatives dealing with migration issues in the host country.</w:t>
              </w:r>
            </w:p>
            <w:p w14:paraId="7754C5A3" w14:textId="12915FCB" w:rsidR="005C0526" w:rsidRPr="00384900" w:rsidRDefault="00DF502D" w:rsidP="00DF502D">
              <w:pPr>
                <w:widowControl w:val="0"/>
                <w:tabs>
                  <w:tab w:val="left" w:pos="746"/>
                </w:tabs>
                <w:spacing w:line="254" w:lineRule="exact"/>
                <w:ind w:right="320"/>
                <w:rPr>
                  <w:rFonts w:eastAsia="Arial"/>
                  <w:color w:val="000000"/>
                  <w:szCs w:val="24"/>
                  <w:lang w:val="en-US" w:eastAsia="en-GB"/>
                </w:rPr>
              </w:pPr>
              <w:r>
                <w:rPr>
                  <w:szCs w:val="24"/>
                  <w:lang w:val="en-US" w:eastAsia="en-GB"/>
                </w:rPr>
                <w:t>-</w:t>
              </w:r>
              <w:r w:rsidR="005C0526" w:rsidRPr="00384900">
                <w:rPr>
                  <w:szCs w:val="24"/>
                  <w:lang w:val="en-US" w:eastAsia="en-GB"/>
                </w:rPr>
                <w:t>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14:paraId="0A2F00E5" w14:textId="7A273A77" w:rsidR="005C0526" w:rsidRPr="00455691" w:rsidRDefault="00DF502D" w:rsidP="00DF502D">
              <w:pPr>
                <w:widowControl w:val="0"/>
                <w:tabs>
                  <w:tab w:val="left" w:pos="746"/>
                </w:tabs>
                <w:spacing w:line="254" w:lineRule="exact"/>
                <w:ind w:right="320"/>
                <w:rPr>
                  <w:rFonts w:eastAsia="Arial"/>
                  <w:szCs w:val="24"/>
                  <w:lang w:val="en-US" w:eastAsia="en-GB"/>
                </w:rPr>
              </w:pPr>
              <w:r>
                <w:rPr>
                  <w:szCs w:val="24"/>
                  <w:lang w:val="en-US" w:eastAsia="en-GB"/>
                </w:rPr>
                <w:t>-</w:t>
              </w:r>
              <w:r w:rsidR="005C0526" w:rsidRPr="00384900">
                <w:rPr>
                  <w:szCs w:val="24"/>
                  <w:lang w:val="en-US" w:eastAsia="en-GB"/>
                </w:rPr>
                <w:t xml:space="preserve">Under the supervision of the Head of the Political Section, support the effective implementation of the EU return policy, in particular by supporting practical cooperation (and in case necessary, the enforcement of return decisions and return operations from Frontex or from Member States), as well as providing policy analysis, advise and operational support for the implementation of the existing readmission agreements. </w:t>
              </w:r>
              <w:bookmarkStart w:id="6" w:name="_Hlk190080824"/>
              <w:r w:rsidR="005C0526" w:rsidRPr="00384900">
                <w:rPr>
                  <w:szCs w:val="24"/>
                  <w:lang w:val="en-US" w:eastAsia="en-GB"/>
                </w:rPr>
                <w:t>In this regard, EMLOs will cooperate with those Immigration Liaison Officers (ILOs) who are, in line with the EU Regulation 2019/1240, tasked with assisting in establishing the identity of third country nationals and facilitating their return to their countries of origin</w:t>
              </w:r>
              <w:r w:rsidR="001B3C7D">
                <w:rPr>
                  <w:szCs w:val="24"/>
                  <w:lang w:val="en-US" w:eastAsia="en-GB"/>
                </w:rPr>
                <w:t>,</w:t>
              </w:r>
              <w:r w:rsidR="005C0526" w:rsidRPr="00384900">
                <w:rPr>
                  <w:szCs w:val="24"/>
                  <w:lang w:val="en-US" w:eastAsia="en-GB"/>
                </w:rPr>
                <w:t xml:space="preserve"> </w:t>
              </w:r>
              <w:r w:rsidR="005C0526" w:rsidRPr="00455691">
                <w:rPr>
                  <w:szCs w:val="24"/>
                  <w:lang w:val="en-US" w:eastAsia="en-GB"/>
                </w:rPr>
                <w:t>as well as with the Return Liaison Officers</w:t>
              </w:r>
              <w:r w:rsidR="004A0C4C" w:rsidRPr="00455691">
                <w:rPr>
                  <w:szCs w:val="24"/>
                  <w:lang w:val="en-US" w:eastAsia="en-GB"/>
                </w:rPr>
                <w:t xml:space="preserve"> (EURLO)</w:t>
              </w:r>
              <w:r w:rsidR="006660B3" w:rsidRPr="00455691">
                <w:rPr>
                  <w:szCs w:val="24"/>
                  <w:lang w:val="en-US" w:eastAsia="en-GB"/>
                </w:rPr>
                <w:t>,</w:t>
              </w:r>
              <w:r w:rsidR="005C0526" w:rsidRPr="00455691">
                <w:rPr>
                  <w:szCs w:val="24"/>
                  <w:lang w:val="en-US" w:eastAsia="en-GB"/>
                </w:rPr>
                <w:t xml:space="preserve"> </w:t>
              </w:r>
              <w:r w:rsidR="0071027D" w:rsidRPr="00455691">
                <w:rPr>
                  <w:szCs w:val="24"/>
                  <w:lang w:val="en-US" w:eastAsia="en-GB"/>
                </w:rPr>
                <w:t>if relevant</w:t>
              </w:r>
              <w:r w:rsidR="005C0526" w:rsidRPr="00455691">
                <w:rPr>
                  <w:szCs w:val="24"/>
                  <w:lang w:val="en-US" w:eastAsia="en-GB"/>
                </w:rPr>
                <w:t>.</w:t>
              </w:r>
              <w:bookmarkEnd w:id="6"/>
            </w:p>
            <w:p w14:paraId="4841FC46" w14:textId="433FC21D" w:rsidR="005C0526" w:rsidRPr="00B07643" w:rsidRDefault="00DF502D" w:rsidP="00DF502D">
              <w:pPr>
                <w:widowControl w:val="0"/>
                <w:tabs>
                  <w:tab w:val="left" w:pos="746"/>
                </w:tabs>
                <w:spacing w:line="254" w:lineRule="exact"/>
                <w:ind w:right="320"/>
                <w:rPr>
                  <w:rFonts w:eastAsia="Arial"/>
                  <w:color w:val="FF0000"/>
                  <w:szCs w:val="24"/>
                  <w:highlight w:val="yellow"/>
                  <w:lang w:val="en-US" w:eastAsia="en-GB"/>
                </w:rPr>
              </w:pPr>
              <w:r w:rsidRPr="00455691">
                <w:rPr>
                  <w:szCs w:val="24"/>
                  <w:lang w:val="en-US" w:eastAsia="en-GB"/>
                </w:rPr>
                <w:t xml:space="preserve">- </w:t>
              </w:r>
              <w:bookmarkStart w:id="7" w:name="_Hlk190081025"/>
              <w:r w:rsidR="006C13B7" w:rsidRPr="00455691">
                <w:rPr>
                  <w:szCs w:val="24"/>
                  <w:lang w:val="en-US" w:eastAsia="en-GB"/>
                </w:rPr>
                <w:t xml:space="preserve">Under the supervision </w:t>
              </w:r>
              <w:r w:rsidR="00A704EF" w:rsidRPr="00455691">
                <w:rPr>
                  <w:szCs w:val="24"/>
                  <w:lang w:val="en-US" w:eastAsia="en-GB"/>
                </w:rPr>
                <w:t xml:space="preserve">and subject to validation </w:t>
              </w:r>
              <w:r w:rsidR="006C13B7" w:rsidRPr="00455691">
                <w:rPr>
                  <w:szCs w:val="24"/>
                  <w:lang w:val="en-US" w:eastAsia="en-GB"/>
                </w:rPr>
                <w:t>of the Head of the Political Section, s</w:t>
              </w:r>
              <w:r w:rsidR="005C0526" w:rsidRPr="00455691">
                <w:rPr>
                  <w:szCs w:val="24"/>
                  <w:lang w:val="en-US" w:eastAsia="en-GB"/>
                </w:rPr>
                <w:t>end regular reporting to the</w:t>
              </w:r>
              <w:r w:rsidRPr="00455691">
                <w:rPr>
                  <w:szCs w:val="24"/>
                  <w:lang w:val="en-US" w:eastAsia="en-GB"/>
                </w:rPr>
                <w:t xml:space="preserve"> </w:t>
              </w:r>
              <w:r w:rsidR="005C0526" w:rsidRPr="006C13B7">
                <w:rPr>
                  <w:szCs w:val="24"/>
                  <w:lang w:val="en-US" w:eastAsia="en-GB"/>
                </w:rPr>
                <w:t>EEAS,</w:t>
              </w:r>
              <w:r w:rsidR="006C13B7">
                <w:rPr>
                  <w:szCs w:val="24"/>
                  <w:lang w:val="en-US" w:eastAsia="en-GB"/>
                </w:rPr>
                <w:t xml:space="preserve"> </w:t>
              </w:r>
              <w:r w:rsidR="005C0526" w:rsidRPr="00384900">
                <w:rPr>
                  <w:szCs w:val="24"/>
                  <w:lang w:val="en-US" w:eastAsia="en-GB"/>
                </w:rPr>
                <w:t>the relevant Commission services and EU Agencies</w:t>
              </w:r>
              <w:bookmarkEnd w:id="7"/>
              <w:r w:rsidR="005C0526" w:rsidRPr="00384900">
                <w:rPr>
                  <w:szCs w:val="24"/>
                  <w:lang w:val="en-US" w:eastAsia="en-GB"/>
                </w:rPr>
                <w:t>. In this regard, the reporting obligation of the EMLO should be twofold: 1) ad-hoc flash reports in case of events that require immediate early warning system or alerts and 2) periodical strategic reports (at least monthly) on trends, political situation, policy development.</w:t>
              </w:r>
              <w:r w:rsidR="00B07643">
                <w:rPr>
                  <w:szCs w:val="24"/>
                  <w:lang w:val="en-US" w:eastAsia="en-GB"/>
                </w:rPr>
                <w:t xml:space="preserve"> </w:t>
              </w:r>
            </w:p>
            <w:p w14:paraId="2677F448" w14:textId="66083898" w:rsidR="005C0526" w:rsidRPr="00F725F0" w:rsidRDefault="00DF502D" w:rsidP="00DF502D">
              <w:pPr>
                <w:widowControl w:val="0"/>
                <w:tabs>
                  <w:tab w:val="left" w:pos="746"/>
                </w:tabs>
                <w:spacing w:line="254" w:lineRule="exact"/>
                <w:ind w:right="320"/>
                <w:rPr>
                  <w:rFonts w:eastAsia="Arial"/>
                  <w:color w:val="000000"/>
                  <w:szCs w:val="24"/>
                  <w:lang w:val="en-US" w:eastAsia="en-GB"/>
                </w:rPr>
              </w:pPr>
              <w:r>
                <w:rPr>
                  <w:szCs w:val="24"/>
                  <w:lang w:val="en-US" w:eastAsia="en-GB"/>
                </w:rPr>
                <w:t>-</w:t>
              </w:r>
              <w:r w:rsidR="005C0526" w:rsidRPr="00384900">
                <w:rPr>
                  <w:szCs w:val="24"/>
                  <w:lang w:val="en-US" w:eastAsia="en-GB"/>
                </w:rPr>
                <w:t>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above-mentioned objectives.</w:t>
              </w:r>
            </w:p>
            <w:tbl>
              <w:tblPr>
                <w:tblW w:w="0" w:type="auto"/>
                <w:jc w:val="center"/>
                <w:tblLayout w:type="fixed"/>
                <w:tblLook w:val="01E0" w:firstRow="1" w:lastRow="1" w:firstColumn="1" w:lastColumn="1" w:noHBand="0" w:noVBand="0"/>
              </w:tblPr>
              <w:tblGrid>
                <w:gridCol w:w="8930"/>
              </w:tblGrid>
              <w:tr w:rsidR="005C0526" w:rsidRPr="009F1525" w14:paraId="3A9CB1FA" w14:textId="77777777" w:rsidTr="00596866">
                <w:trPr>
                  <w:jc w:val="center"/>
                </w:trPr>
                <w:tc>
                  <w:tcPr>
                    <w:tcW w:w="8930" w:type="dxa"/>
                    <w:tcBorders>
                      <w:left w:val="nil"/>
                      <w:right w:val="single" w:sz="4" w:space="0" w:color="auto"/>
                    </w:tcBorders>
                    <w:shd w:val="clear" w:color="auto" w:fill="auto"/>
                  </w:tcPr>
                  <w:p w14:paraId="62E32261" w14:textId="77777777" w:rsidR="005C0526" w:rsidRPr="009F1525" w:rsidRDefault="005C0526" w:rsidP="00596866">
                    <w:pPr>
                      <w:tabs>
                        <w:tab w:val="left" w:pos="317"/>
                      </w:tabs>
                      <w:spacing w:after="0"/>
                      <w:ind w:right="1317"/>
                      <w:rPr>
                        <w:lang w:val="en-US" w:eastAsia="en-GB"/>
                      </w:rPr>
                    </w:pPr>
                    <w:r w:rsidRPr="009F1525">
                      <w:rPr>
                        <w:b/>
                        <w:u w:val="single"/>
                        <w:lang w:val="en-US" w:eastAsia="en-GB"/>
                      </w:rPr>
                      <w:t xml:space="preserve">Selection criteria </w:t>
                    </w:r>
                  </w:p>
                  <w:p w14:paraId="3EAAD43B" w14:textId="77777777" w:rsidR="005C0526" w:rsidRPr="009F1525" w:rsidRDefault="005C0526" w:rsidP="00596866">
                    <w:pPr>
                      <w:spacing w:after="0"/>
                      <w:ind w:right="1317"/>
                      <w:rPr>
                        <w:lang w:val="en-US" w:eastAsia="en-GB"/>
                      </w:rPr>
                    </w:pPr>
                  </w:p>
                </w:tc>
              </w:tr>
              <w:tr w:rsidR="005C0526" w:rsidRPr="009F1525" w14:paraId="1D83DD76" w14:textId="77777777" w:rsidTr="00596866">
                <w:trPr>
                  <w:jc w:val="center"/>
                </w:trPr>
                <w:tc>
                  <w:tcPr>
                    <w:tcW w:w="8930" w:type="dxa"/>
                    <w:tcBorders>
                      <w:left w:val="nil"/>
                      <w:right w:val="single" w:sz="4" w:space="0" w:color="auto"/>
                    </w:tcBorders>
                    <w:shd w:val="clear" w:color="auto" w:fill="auto"/>
                  </w:tcPr>
                  <w:p w14:paraId="286495CB" w14:textId="77777777" w:rsidR="005C0526" w:rsidRPr="009F1525" w:rsidRDefault="005C0526" w:rsidP="00596866">
                    <w:pPr>
                      <w:tabs>
                        <w:tab w:val="left" w:pos="709"/>
                      </w:tabs>
                      <w:spacing w:after="0"/>
                      <w:ind w:right="60"/>
                      <w:rPr>
                        <w:lang w:val="en-US" w:eastAsia="en-GB"/>
                      </w:rPr>
                    </w:pPr>
                    <w:bookmarkStart w:id="8" w:name="_Hlk162010673"/>
                    <w:r w:rsidRPr="009F1525">
                      <w:rPr>
                        <w:u w:val="single"/>
                        <w:lang w:val="en-US" w:eastAsia="en-GB"/>
                      </w:rPr>
                      <w:t>Diploma</w:t>
                    </w:r>
                    <w:r w:rsidRPr="009F1525">
                      <w:rPr>
                        <w:lang w:val="en-US" w:eastAsia="en-GB"/>
                      </w:rPr>
                      <w:t xml:space="preserve"> </w:t>
                    </w:r>
                  </w:p>
                  <w:p w14:paraId="35D35BA6" w14:textId="77777777" w:rsidR="005C0526" w:rsidRPr="009F1525" w:rsidRDefault="005C0526" w:rsidP="00596866">
                    <w:pPr>
                      <w:tabs>
                        <w:tab w:val="left" w:pos="709"/>
                      </w:tabs>
                      <w:spacing w:after="0"/>
                      <w:ind w:left="709" w:right="60"/>
                      <w:rPr>
                        <w:lang w:val="en-US" w:eastAsia="en-GB"/>
                      </w:rPr>
                    </w:pPr>
                  </w:p>
                  <w:p w14:paraId="086FAD0D" w14:textId="77777777" w:rsidR="005C0526" w:rsidRPr="009F1525" w:rsidRDefault="005C0526" w:rsidP="00596866">
                    <w:pPr>
                      <w:tabs>
                        <w:tab w:val="left" w:pos="709"/>
                      </w:tabs>
                      <w:spacing w:after="0"/>
                      <w:ind w:right="1317"/>
                      <w:rPr>
                        <w:lang w:val="en-US" w:eastAsia="en-GB"/>
                      </w:rPr>
                    </w:pPr>
                    <w:r w:rsidRPr="009F1525">
                      <w:rPr>
                        <w:lang w:val="en-US" w:eastAsia="en-GB"/>
                      </w:rPr>
                      <w:t xml:space="preserve">-university degree or </w:t>
                    </w:r>
                  </w:p>
                  <w:p w14:paraId="3F4E729C" w14:textId="77777777" w:rsidR="005C0526" w:rsidRPr="009F1525" w:rsidRDefault="005C0526" w:rsidP="00596866">
                    <w:pPr>
                      <w:tabs>
                        <w:tab w:val="left" w:pos="55"/>
                      </w:tabs>
                      <w:spacing w:after="0"/>
                      <w:ind w:left="55" w:right="1317" w:hanging="55"/>
                      <w:rPr>
                        <w:lang w:val="en-US"/>
                      </w:rPr>
                    </w:pPr>
                    <w:r w:rsidRPr="009F1525">
                      <w:rPr>
                        <w:lang w:val="en-US" w:eastAsia="en-GB"/>
                      </w:rPr>
                      <w:t>-professional training or professional experience of an equivalent level in the field(s) of :</w:t>
                    </w:r>
                    <w:r w:rsidRPr="009F1525">
                      <w:rPr>
                        <w:lang w:val="en-US"/>
                      </w:rPr>
                      <w:t xml:space="preserve"> </w:t>
                    </w:r>
                  </w:p>
                  <w:p w14:paraId="3F8FAEED" w14:textId="77777777" w:rsidR="005C0526" w:rsidRPr="009F1525" w:rsidRDefault="005C0526" w:rsidP="00596866">
                    <w:pPr>
                      <w:tabs>
                        <w:tab w:val="left" w:pos="55"/>
                      </w:tabs>
                      <w:spacing w:after="0"/>
                      <w:ind w:left="55" w:right="1317" w:hanging="55"/>
                      <w:rPr>
                        <w:lang w:val="en-US"/>
                      </w:rPr>
                    </w:pPr>
                    <w:r w:rsidRPr="009F1525">
                      <w:rPr>
                        <w:lang w:val="en-US"/>
                      </w:rPr>
                      <w:t xml:space="preserve"> </w:t>
                    </w:r>
                    <w:r w:rsidRPr="009F1525">
                      <w:rPr>
                        <w:lang w:val="en-US" w:eastAsia="en-GB"/>
                      </w:rPr>
                      <w:t>law, political science, econom</w:t>
                    </w:r>
                    <w:r>
                      <w:rPr>
                        <w:lang w:val="en-US" w:eastAsia="en-GB"/>
                      </w:rPr>
                      <w:t>ics</w:t>
                    </w:r>
                    <w:r w:rsidRPr="009F1525">
                      <w:rPr>
                        <w:lang w:val="en-US" w:eastAsia="en-GB"/>
                      </w:rPr>
                      <w:t>, business administration or any other related fields.</w:t>
                    </w:r>
                  </w:p>
                  <w:p w14:paraId="0636954A" w14:textId="77777777" w:rsidR="005C0526" w:rsidRPr="009F1525" w:rsidRDefault="005C0526" w:rsidP="00596866">
                    <w:pPr>
                      <w:tabs>
                        <w:tab w:val="left" w:pos="709"/>
                      </w:tabs>
                      <w:spacing w:after="0"/>
                      <w:ind w:left="709" w:right="60"/>
                      <w:rPr>
                        <w:lang w:val="en-US" w:eastAsia="en-GB"/>
                      </w:rPr>
                    </w:pPr>
                  </w:p>
                  <w:p w14:paraId="7709ED87"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Professional experience</w:t>
                    </w:r>
                  </w:p>
                  <w:p w14:paraId="52EA5658" w14:textId="77777777" w:rsidR="005C0526" w:rsidRPr="009F1525" w:rsidRDefault="005C0526" w:rsidP="00596866">
                    <w:pPr>
                      <w:tabs>
                        <w:tab w:val="left" w:pos="709"/>
                      </w:tabs>
                      <w:spacing w:after="0"/>
                      <w:ind w:left="709" w:right="60"/>
                      <w:rPr>
                        <w:lang w:val="en-US" w:eastAsia="en-GB"/>
                      </w:rPr>
                    </w:pPr>
                  </w:p>
                  <w:p w14:paraId="02FF4304" w14:textId="77777777" w:rsidR="005C0526" w:rsidRPr="009F1525" w:rsidRDefault="005C0526" w:rsidP="00596866">
                    <w:pPr>
                      <w:tabs>
                        <w:tab w:val="left" w:pos="709"/>
                      </w:tabs>
                      <w:spacing w:after="0"/>
                      <w:ind w:right="60"/>
                      <w:rPr>
                        <w:lang w:val="en-US" w:eastAsia="en-GB"/>
                      </w:rPr>
                    </w:pPr>
                    <w:r w:rsidRPr="009F1525">
                      <w:rPr>
                        <w:u w:val="single"/>
                        <w:lang w:val="en-US" w:eastAsia="en-GB"/>
                      </w:rPr>
                      <w:t>Essential</w:t>
                    </w:r>
                    <w:r w:rsidRPr="009F1525">
                      <w:rPr>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14:paraId="15BAAA27" w14:textId="77777777" w:rsidR="005C0526" w:rsidRPr="009F1525" w:rsidRDefault="005C0526" w:rsidP="00596866">
                    <w:pPr>
                      <w:tabs>
                        <w:tab w:val="left" w:pos="709"/>
                      </w:tabs>
                      <w:spacing w:after="0"/>
                      <w:ind w:left="709" w:right="60"/>
                      <w:rPr>
                        <w:lang w:val="en-US" w:eastAsia="en-GB"/>
                      </w:rPr>
                    </w:pPr>
                  </w:p>
                  <w:p w14:paraId="351E4867" w14:textId="55F3682D" w:rsidR="005C0526" w:rsidRPr="009F1525" w:rsidRDefault="005C0526" w:rsidP="00596866">
                    <w:pPr>
                      <w:tabs>
                        <w:tab w:val="left" w:pos="709"/>
                      </w:tabs>
                      <w:spacing w:after="0"/>
                      <w:ind w:right="60"/>
                      <w:rPr>
                        <w:lang w:val="en-US" w:eastAsia="en-GB"/>
                      </w:rPr>
                    </w:pPr>
                    <w:r w:rsidRPr="009F1525">
                      <w:rPr>
                        <w:u w:val="single"/>
                        <w:lang w:val="en-US" w:eastAsia="en-GB"/>
                      </w:rPr>
                      <w:t>Desired</w:t>
                    </w:r>
                    <w:r w:rsidRPr="009F1525">
                      <w:rPr>
                        <w:lang w:val="en-US" w:eastAsia="en-GB"/>
                      </w:rPr>
                      <w:t xml:space="preserve">: </w:t>
                    </w:r>
                    <w:bookmarkStart w:id="9" w:name="_Hlk190079357"/>
                    <w:r w:rsidRPr="009F1525">
                      <w:rPr>
                        <w:lang w:val="en-US" w:eastAsia="en-GB"/>
                      </w:rPr>
                      <w:t xml:space="preserve">Professional experience in the field </w:t>
                    </w:r>
                    <w:r w:rsidRPr="00455691">
                      <w:rPr>
                        <w:lang w:val="en-US" w:eastAsia="en-GB"/>
                      </w:rPr>
                      <w:t xml:space="preserve">of </w:t>
                    </w:r>
                    <w:r w:rsidR="00A704EF" w:rsidRPr="00455691">
                      <w:rPr>
                        <w:lang w:val="en-US" w:eastAsia="en-GB"/>
                      </w:rPr>
                      <w:t xml:space="preserve">external aspects of </w:t>
                    </w:r>
                    <w:r w:rsidRPr="00455691">
                      <w:rPr>
                        <w:lang w:val="en-US" w:eastAsia="en-GB"/>
                      </w:rPr>
                      <w:t>migration</w:t>
                    </w:r>
                    <w:bookmarkEnd w:id="9"/>
                    <w:r w:rsidRPr="00455691">
                      <w:rPr>
                        <w:lang w:val="en-US" w:eastAsia="en-GB"/>
                      </w:rPr>
                      <w:t>, in particular with regard to third countries, the European Union and international organizations</w:t>
                    </w:r>
                    <w:r w:rsidR="00A704EF" w:rsidRPr="00455691">
                      <w:rPr>
                        <w:lang w:val="en-US" w:eastAsia="en-GB"/>
                      </w:rPr>
                      <w:t xml:space="preserve"> (i</w:t>
                    </w:r>
                    <w:r w:rsidR="0058070D" w:rsidRPr="00455691">
                      <w:rPr>
                        <w:lang w:val="en-US" w:eastAsia="en-GB"/>
                      </w:rPr>
                      <w:t>n particular</w:t>
                    </w:r>
                    <w:r w:rsidR="00A704EF" w:rsidRPr="00455691">
                      <w:rPr>
                        <w:lang w:val="en-US" w:eastAsia="en-GB"/>
                      </w:rPr>
                      <w:t xml:space="preserve"> </w:t>
                    </w:r>
                    <w:r w:rsidR="00A704EF" w:rsidRPr="00455691">
                      <w:rPr>
                        <w:lang w:eastAsia="en-GB"/>
                      </w:rPr>
                      <w:t>in embassies/international organisations/EU delegations)</w:t>
                    </w:r>
                    <w:r w:rsidRPr="00455691">
                      <w:rPr>
                        <w:lang w:val="en-US" w:eastAsia="en-GB"/>
                      </w:rPr>
                      <w:t xml:space="preserve">; </w:t>
                    </w:r>
                    <w:r w:rsidRPr="009F1525">
                      <w:rPr>
                        <w:lang w:val="en-US" w:eastAsia="en-GB"/>
                      </w:rPr>
                      <w:t xml:space="preserve">experience as </w:t>
                    </w:r>
                    <w:r w:rsidRPr="009F1525">
                      <w:rPr>
                        <w:lang w:val="en-US" w:eastAsia="en-GB"/>
                      </w:rPr>
                      <w:lastRenderedPageBreak/>
                      <w:t>immigration liaison officers, as well as other liaison officers or diplomats for an EU Member State in a third country which, as part of their duties, dealt with migration issues would be an asset.</w:t>
                    </w:r>
                    <w:r w:rsidR="00B07643">
                      <w:rPr>
                        <w:lang w:val="en-US" w:eastAsia="en-GB"/>
                      </w:rPr>
                      <w:t xml:space="preserve"> </w:t>
                    </w:r>
                  </w:p>
                  <w:p w14:paraId="65CC64AB" w14:textId="77777777" w:rsidR="005C0526" w:rsidRPr="009F1525" w:rsidRDefault="005C0526" w:rsidP="00596866">
                    <w:pPr>
                      <w:tabs>
                        <w:tab w:val="left" w:pos="709"/>
                      </w:tabs>
                      <w:spacing w:after="0"/>
                      <w:ind w:left="709" w:right="60"/>
                      <w:rPr>
                        <w:lang w:val="en-US" w:eastAsia="en-GB"/>
                      </w:rPr>
                    </w:pPr>
                  </w:p>
                  <w:p w14:paraId="6D3ED85F"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Language(s) necessary for the performance of duties</w:t>
                    </w:r>
                  </w:p>
                  <w:p w14:paraId="1EFFB611" w14:textId="77777777" w:rsidR="005C0526" w:rsidRPr="009F1525" w:rsidRDefault="005C0526" w:rsidP="00596866">
                    <w:pPr>
                      <w:tabs>
                        <w:tab w:val="left" w:pos="709"/>
                      </w:tabs>
                      <w:spacing w:after="0"/>
                      <w:ind w:left="709" w:right="60"/>
                      <w:rPr>
                        <w:lang w:val="en-US" w:eastAsia="en-GB"/>
                      </w:rPr>
                    </w:pPr>
                  </w:p>
                  <w:p w14:paraId="52F85FE6" w14:textId="335B70C4" w:rsidR="005C0526" w:rsidRPr="009F1525" w:rsidRDefault="005C0526" w:rsidP="00596866">
                    <w:pPr>
                      <w:tabs>
                        <w:tab w:val="left" w:pos="709"/>
                      </w:tabs>
                      <w:spacing w:after="0"/>
                      <w:ind w:right="60"/>
                      <w:rPr>
                        <w:lang w:val="en-US" w:eastAsia="en-GB"/>
                      </w:rPr>
                    </w:pPr>
                    <w:r w:rsidRPr="00ED0E08">
                      <w:rPr>
                        <w:szCs w:val="24"/>
                        <w:lang w:val="en-IE" w:eastAsia="en-GB"/>
                      </w:rPr>
                      <w:t xml:space="preserve">Thorough knowledge of oral and written </w:t>
                    </w:r>
                    <w:r w:rsidR="008311F9">
                      <w:rPr>
                        <w:szCs w:val="24"/>
                        <w:lang w:val="en-IE" w:eastAsia="en-GB"/>
                      </w:rPr>
                      <w:t>French</w:t>
                    </w:r>
                    <w:r w:rsidRPr="00ED0E08">
                      <w:rPr>
                        <w:szCs w:val="24"/>
                        <w:lang w:val="en-IE" w:eastAsia="en-GB"/>
                      </w:rPr>
                      <w:t xml:space="preserve"> (C</w:t>
                    </w:r>
                    <w:r w:rsidR="005C3E13">
                      <w:rPr>
                        <w:szCs w:val="24"/>
                        <w:lang w:val="en-IE" w:eastAsia="en-GB"/>
                      </w:rPr>
                      <w:t>1</w:t>
                    </w:r>
                    <w:r w:rsidRPr="00ED0E08">
                      <w:rPr>
                        <w:szCs w:val="24"/>
                        <w:lang w:val="en-IE" w:eastAsia="en-GB"/>
                      </w:rPr>
                      <w:t>)</w:t>
                    </w:r>
                    <w:r w:rsidR="00B7425D">
                      <w:rPr>
                        <w:szCs w:val="24"/>
                        <w:lang w:val="en-IE" w:eastAsia="en-GB"/>
                      </w:rPr>
                      <w:t>. Knowledge of</w:t>
                    </w:r>
                    <w:r w:rsidR="00A704EF" w:rsidRPr="00A704EF">
                      <w:rPr>
                        <w:color w:val="FF0000"/>
                        <w:szCs w:val="24"/>
                        <w:lang w:val="en-IE" w:eastAsia="en-GB"/>
                      </w:rPr>
                      <w:t xml:space="preserve"> </w:t>
                    </w:r>
                    <w:r w:rsidR="008311F9" w:rsidRPr="00455691">
                      <w:rPr>
                        <w:lang w:val="en-US" w:eastAsia="en-GB"/>
                      </w:rPr>
                      <w:t>English</w:t>
                    </w:r>
                    <w:r w:rsidR="002D339F" w:rsidRPr="00455691">
                      <w:rPr>
                        <w:lang w:val="en-US" w:eastAsia="en-GB"/>
                      </w:rPr>
                      <w:t xml:space="preserve"> (B2 level at least)</w:t>
                    </w:r>
                    <w:r w:rsidRPr="00455691">
                      <w:rPr>
                        <w:szCs w:val="24"/>
                        <w:lang w:val="en-IE" w:eastAsia="en-GB"/>
                      </w:rPr>
                      <w:t xml:space="preserve">. </w:t>
                    </w:r>
                    <w:r w:rsidRPr="00455691">
                      <w:rPr>
                        <w:szCs w:val="24"/>
                        <w:lang w:val="en-US" w:eastAsia="en-GB"/>
                      </w:rPr>
                      <w:t>Knowledge of the official language of the host country would be considered a major asset.</w:t>
                    </w:r>
                    <w:r w:rsidR="002D339F" w:rsidRPr="00455691">
                      <w:rPr>
                        <w:szCs w:val="24"/>
                        <w:lang w:val="en-US" w:eastAsia="en-GB"/>
                      </w:rPr>
                      <w:t xml:space="preserve"> </w:t>
                    </w:r>
                  </w:p>
                </w:tc>
              </w:tr>
            </w:tbl>
            <w:p w14:paraId="51994EDB" w14:textId="5B452EA1" w:rsidR="002E40A9" w:rsidRPr="00AF7D78" w:rsidRDefault="00743153" w:rsidP="005C0526">
              <w:pPr>
                <w:autoSpaceDE w:val="0"/>
                <w:autoSpaceDN w:val="0"/>
                <w:adjustRightInd w:val="0"/>
                <w:spacing w:after="0"/>
                <w:rPr>
                  <w:lang w:val="en-US" w:eastAsia="en-GB"/>
                </w:rPr>
              </w:pPr>
            </w:p>
            <w:bookmarkEnd w:id="8" w:displacedByCustomXml="next"/>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10" w:name="_Hlk132131276"/>
      <w:r>
        <w:t>Before applying, please read the attached privacy statement.</w:t>
      </w:r>
      <w:bookmarkEnd w:id="10"/>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FD757F"/>
    <w:multiLevelType w:val="multilevel"/>
    <w:tmpl w:val="7012BEA4"/>
    <w:lvl w:ilvl="0">
      <w:start w:val="1"/>
      <w:numFmt w:val="bullet"/>
      <w:lvlText w:val="•"/>
      <w:lvlJc w:val="left"/>
      <w:rPr>
        <w:rFonts w:ascii="Arial" w:eastAsia="Arial" w:hAnsi="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66016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94BAE"/>
    <w:rsid w:val="000A4668"/>
    <w:rsid w:val="000D129C"/>
    <w:rsid w:val="000F371B"/>
    <w:rsid w:val="000F4CD5"/>
    <w:rsid w:val="00111AB6"/>
    <w:rsid w:val="00193D00"/>
    <w:rsid w:val="001B3C7D"/>
    <w:rsid w:val="001D0A81"/>
    <w:rsid w:val="001D6632"/>
    <w:rsid w:val="002109E6"/>
    <w:rsid w:val="00252050"/>
    <w:rsid w:val="002B3CBF"/>
    <w:rsid w:val="002C13C3"/>
    <w:rsid w:val="002C49D0"/>
    <w:rsid w:val="002D339F"/>
    <w:rsid w:val="002E40A9"/>
    <w:rsid w:val="00311726"/>
    <w:rsid w:val="00394447"/>
    <w:rsid w:val="003E50A4"/>
    <w:rsid w:val="0040388A"/>
    <w:rsid w:val="00431778"/>
    <w:rsid w:val="00441D01"/>
    <w:rsid w:val="00454CC7"/>
    <w:rsid w:val="00455691"/>
    <w:rsid w:val="00464195"/>
    <w:rsid w:val="00476034"/>
    <w:rsid w:val="00493FC4"/>
    <w:rsid w:val="004A0C4C"/>
    <w:rsid w:val="00503BB3"/>
    <w:rsid w:val="005168AD"/>
    <w:rsid w:val="005353C5"/>
    <w:rsid w:val="0055173C"/>
    <w:rsid w:val="0058070D"/>
    <w:rsid w:val="0058240F"/>
    <w:rsid w:val="00592CD5"/>
    <w:rsid w:val="005C0526"/>
    <w:rsid w:val="005C3E13"/>
    <w:rsid w:val="005D1B85"/>
    <w:rsid w:val="00660E47"/>
    <w:rsid w:val="00665583"/>
    <w:rsid w:val="006660B3"/>
    <w:rsid w:val="00693BC6"/>
    <w:rsid w:val="00696070"/>
    <w:rsid w:val="006A7C93"/>
    <w:rsid w:val="006C13B7"/>
    <w:rsid w:val="006F3B57"/>
    <w:rsid w:val="0071027D"/>
    <w:rsid w:val="00743153"/>
    <w:rsid w:val="007E531E"/>
    <w:rsid w:val="007F02AC"/>
    <w:rsid w:val="007F4CDB"/>
    <w:rsid w:val="007F7012"/>
    <w:rsid w:val="008311F9"/>
    <w:rsid w:val="00857FE2"/>
    <w:rsid w:val="008830D8"/>
    <w:rsid w:val="008A7DA4"/>
    <w:rsid w:val="008D02B7"/>
    <w:rsid w:val="008F0B52"/>
    <w:rsid w:val="008F4BA9"/>
    <w:rsid w:val="00994062"/>
    <w:rsid w:val="00996CC6"/>
    <w:rsid w:val="009A1EA0"/>
    <w:rsid w:val="009A2F00"/>
    <w:rsid w:val="009C5E27"/>
    <w:rsid w:val="009F4050"/>
    <w:rsid w:val="00A033AD"/>
    <w:rsid w:val="00A704EF"/>
    <w:rsid w:val="00AB2CEA"/>
    <w:rsid w:val="00AF6424"/>
    <w:rsid w:val="00B07643"/>
    <w:rsid w:val="00B24CC5"/>
    <w:rsid w:val="00B3644B"/>
    <w:rsid w:val="00B65513"/>
    <w:rsid w:val="00B73F08"/>
    <w:rsid w:val="00B7425D"/>
    <w:rsid w:val="00B8014C"/>
    <w:rsid w:val="00B82AE4"/>
    <w:rsid w:val="00BF188B"/>
    <w:rsid w:val="00C06724"/>
    <w:rsid w:val="00C3254D"/>
    <w:rsid w:val="00C504C7"/>
    <w:rsid w:val="00C7394F"/>
    <w:rsid w:val="00C75BA4"/>
    <w:rsid w:val="00C945BA"/>
    <w:rsid w:val="00CB5B61"/>
    <w:rsid w:val="00CD2C5A"/>
    <w:rsid w:val="00D0015C"/>
    <w:rsid w:val="00D0151C"/>
    <w:rsid w:val="00D03CF4"/>
    <w:rsid w:val="00D7090C"/>
    <w:rsid w:val="00D84D53"/>
    <w:rsid w:val="00D96984"/>
    <w:rsid w:val="00DD41ED"/>
    <w:rsid w:val="00DE272C"/>
    <w:rsid w:val="00DF1E49"/>
    <w:rsid w:val="00DF502D"/>
    <w:rsid w:val="00E21DBD"/>
    <w:rsid w:val="00E342CB"/>
    <w:rsid w:val="00E41704"/>
    <w:rsid w:val="00E44D7F"/>
    <w:rsid w:val="00E705B1"/>
    <w:rsid w:val="00E82667"/>
    <w:rsid w:val="00E84FE8"/>
    <w:rsid w:val="00E861D7"/>
    <w:rsid w:val="00EB3147"/>
    <w:rsid w:val="00EF7C50"/>
    <w:rsid w:val="00F4683D"/>
    <w:rsid w:val="00F6462F"/>
    <w:rsid w:val="00F91B73"/>
    <w:rsid w:val="00F93413"/>
    <w:rsid w:val="00F97CD4"/>
    <w:rsid w:val="00FD740F"/>
    <w:rsid w:val="00FE17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6F3B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D78903C39E1489C9D5C485D5A3BB8D5"/>
        <w:category>
          <w:name w:val="General"/>
          <w:gallery w:val="placeholder"/>
        </w:category>
        <w:types>
          <w:type w:val="bbPlcHdr"/>
        </w:types>
        <w:behaviors>
          <w:behavior w:val="content"/>
        </w:behaviors>
        <w:guid w:val="{8D533500-1CED-4493-AC9C-45D0E196B64A}"/>
      </w:docPartPr>
      <w:docPartBody>
        <w:p w:rsidR="0040059D" w:rsidRDefault="0040059D" w:rsidP="0040059D">
          <w:pPr>
            <w:pStyle w:val="5D78903C39E1489C9D5C485D5A3BB8D5"/>
          </w:pPr>
          <w:r w:rsidRPr="0007110E">
            <w:rPr>
              <w:rStyle w:val="PlaceholderText"/>
              <w:bCs/>
            </w:rPr>
            <w:t>Click or tap here to enter text.</w:t>
          </w:r>
        </w:p>
      </w:docPartBody>
    </w:docPart>
    <w:docPart>
      <w:docPartPr>
        <w:name w:val="A50732109D39426398A945726BC78C43"/>
        <w:category>
          <w:name w:val="General"/>
          <w:gallery w:val="placeholder"/>
        </w:category>
        <w:types>
          <w:type w:val="bbPlcHdr"/>
        </w:types>
        <w:behaviors>
          <w:behavior w:val="content"/>
        </w:behaviors>
        <w:guid w:val="{CFACF354-EFA1-4E95-85B7-C8B3D8597F50}"/>
      </w:docPartPr>
      <w:docPartBody>
        <w:p w:rsidR="0040059D" w:rsidRDefault="0040059D" w:rsidP="0040059D">
          <w:pPr>
            <w:pStyle w:val="A50732109D39426398A945726BC78C43"/>
          </w:pPr>
          <w:r w:rsidRPr="00111AB6">
            <w:rPr>
              <w:rStyle w:val="PlaceholderText"/>
            </w:rPr>
            <w:t>Click or tap here to enter text.</w:t>
          </w:r>
        </w:p>
      </w:docPartBody>
    </w:docPart>
    <w:docPart>
      <w:docPartPr>
        <w:name w:val="2B366F805B08432F90B67E32953C06FF"/>
        <w:category>
          <w:name w:val="General"/>
          <w:gallery w:val="placeholder"/>
        </w:category>
        <w:types>
          <w:type w:val="bbPlcHdr"/>
        </w:types>
        <w:behaviors>
          <w:behavior w:val="content"/>
        </w:behaviors>
        <w:guid w:val="{08C8CAC2-B8B0-4918-8DE8-5D94D8A66268}"/>
      </w:docPartPr>
      <w:docPartBody>
        <w:p w:rsidR="0040059D" w:rsidRDefault="0040059D" w:rsidP="0040059D">
          <w:pPr>
            <w:pStyle w:val="2B366F805B08432F90B67E32953C06FF"/>
          </w:pPr>
          <w:r w:rsidRPr="0007110E">
            <w:rPr>
              <w:rStyle w:val="PlaceholderText"/>
              <w:bCs/>
            </w:rPr>
            <w:t>Click or tap here to enter text.</w:t>
          </w:r>
        </w:p>
      </w:docPartBody>
    </w:docPart>
    <w:docPart>
      <w:docPartPr>
        <w:name w:val="92407535B5F54D4ABBB5634AE6169B28"/>
        <w:category>
          <w:name w:val="General"/>
          <w:gallery w:val="placeholder"/>
        </w:category>
        <w:types>
          <w:type w:val="bbPlcHdr"/>
        </w:types>
        <w:behaviors>
          <w:behavior w:val="content"/>
        </w:behaviors>
        <w:guid w:val="{2C2E6D7C-2B26-457A-8143-070C1C79FE18}"/>
      </w:docPartPr>
      <w:docPartBody>
        <w:p w:rsidR="0040059D" w:rsidRDefault="0040059D" w:rsidP="0040059D">
          <w:pPr>
            <w:pStyle w:val="92407535B5F54D4ABBB5634AE6169B28"/>
          </w:pPr>
          <w:r w:rsidRPr="00BD2312">
            <w:rPr>
              <w:rStyle w:val="PlaceholderText"/>
            </w:rPr>
            <w:t>Click or tap here to enter text.</w:t>
          </w:r>
        </w:p>
      </w:docPartBody>
    </w:docPart>
    <w:docPart>
      <w:docPartPr>
        <w:name w:val="C2F07CF8C31F4B62BF3A98BDDF678A5D"/>
        <w:category>
          <w:name w:val="General"/>
          <w:gallery w:val="placeholder"/>
        </w:category>
        <w:types>
          <w:type w:val="bbPlcHdr"/>
        </w:types>
        <w:behaviors>
          <w:behavior w:val="content"/>
        </w:behaviors>
        <w:guid w:val="{877DCEA7-F00E-49A5-BD61-7D715F79F1B1}"/>
      </w:docPartPr>
      <w:docPartBody>
        <w:p w:rsidR="0040059D" w:rsidRDefault="0040059D" w:rsidP="0040059D">
          <w:pPr>
            <w:pStyle w:val="C2F07CF8C31F4B62BF3A98BDDF678A5D"/>
          </w:pPr>
          <w:r w:rsidRPr="00BD2312">
            <w:rPr>
              <w:rStyle w:val="PlaceholderText"/>
            </w:rPr>
            <w:t>Click or tap here to enter text.</w:t>
          </w:r>
        </w:p>
      </w:docPartBody>
    </w:docPart>
    <w:docPart>
      <w:docPartPr>
        <w:name w:val="DF6AC8D98DFB4806A862BEF034FCA390"/>
        <w:category>
          <w:name w:val="General"/>
          <w:gallery w:val="placeholder"/>
        </w:category>
        <w:types>
          <w:type w:val="bbPlcHdr"/>
        </w:types>
        <w:behaviors>
          <w:behavior w:val="content"/>
        </w:behaviors>
        <w:guid w:val="{8AFE7340-06DC-42AB-882B-84997AC28AF9}"/>
      </w:docPartPr>
      <w:docPartBody>
        <w:p w:rsidR="0040059D" w:rsidRDefault="0040059D" w:rsidP="0040059D">
          <w:pPr>
            <w:pStyle w:val="DF6AC8D98DFB4806A862BEF034FCA390"/>
          </w:pPr>
          <w:r w:rsidRPr="00BD2312">
            <w:rPr>
              <w:rStyle w:val="PlaceholderText"/>
            </w:rPr>
            <w:t>Click or tap here to enter text.</w:t>
          </w:r>
        </w:p>
      </w:docPartBody>
    </w:docPart>
    <w:docPart>
      <w:docPartPr>
        <w:name w:val="6CB481AE0A584FBD864195276E0E78E3"/>
        <w:category>
          <w:name w:val="General"/>
          <w:gallery w:val="placeholder"/>
        </w:category>
        <w:types>
          <w:type w:val="bbPlcHdr"/>
        </w:types>
        <w:behaviors>
          <w:behavior w:val="content"/>
        </w:behaviors>
        <w:guid w:val="{75C2059D-38E8-4995-8BF0-796458C65D90}"/>
      </w:docPartPr>
      <w:docPartBody>
        <w:p w:rsidR="0040059D" w:rsidRDefault="0040059D" w:rsidP="0040059D">
          <w:pPr>
            <w:pStyle w:val="6CB481AE0A584FBD864195276E0E78E3"/>
          </w:pPr>
          <w:r w:rsidRPr="00BD2312">
            <w:rPr>
              <w:rStyle w:val="PlaceholderText"/>
            </w:rPr>
            <w:t>Click or tap here to enter text.</w:t>
          </w:r>
        </w:p>
      </w:docPartBody>
    </w:docPart>
    <w:docPart>
      <w:docPartPr>
        <w:name w:val="13C85FDE63E24CB8BEB8CD18B2082D98"/>
        <w:category>
          <w:name w:val="General"/>
          <w:gallery w:val="placeholder"/>
        </w:category>
        <w:types>
          <w:type w:val="bbPlcHdr"/>
        </w:types>
        <w:behaviors>
          <w:behavior w:val="content"/>
        </w:behaviors>
        <w:guid w:val="{D057B456-840C-421C-A060-92F2CFD3A286}"/>
      </w:docPartPr>
      <w:docPartBody>
        <w:p w:rsidR="00B02A95" w:rsidRDefault="00B02A95" w:rsidP="00B02A95">
          <w:pPr>
            <w:pStyle w:val="13C85FDE63E24CB8BEB8CD18B2082D98"/>
          </w:pPr>
          <w:r w:rsidRPr="00111AB6">
            <w:rPr>
              <w:rStyle w:val="PlaceholderText"/>
            </w:rPr>
            <w:t>Click or tap here to enter text.</w:t>
          </w:r>
        </w:p>
      </w:docPartBody>
    </w:docPart>
    <w:docPart>
      <w:docPartPr>
        <w:name w:val="68E1682EED4944C68D63FD9C07FFE0C6"/>
        <w:category>
          <w:name w:val="General"/>
          <w:gallery w:val="placeholder"/>
        </w:category>
        <w:types>
          <w:type w:val="bbPlcHdr"/>
        </w:types>
        <w:behaviors>
          <w:behavior w:val="content"/>
        </w:behaviors>
        <w:guid w:val="{AC5D67D5-DF35-4524-B292-15D276554646}"/>
      </w:docPartPr>
      <w:docPartBody>
        <w:p w:rsidR="00B02A95" w:rsidRDefault="00B02A95" w:rsidP="00B02A95">
          <w:pPr>
            <w:pStyle w:val="68E1682EED4944C68D63FD9C07FFE0C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4BAE"/>
    <w:rsid w:val="001E3B1B"/>
    <w:rsid w:val="00311726"/>
    <w:rsid w:val="0040059D"/>
    <w:rsid w:val="00416B25"/>
    <w:rsid w:val="00441D01"/>
    <w:rsid w:val="00493FC4"/>
    <w:rsid w:val="006212B2"/>
    <w:rsid w:val="006F0611"/>
    <w:rsid w:val="007F4CDB"/>
    <w:rsid w:val="007F7378"/>
    <w:rsid w:val="008830D8"/>
    <w:rsid w:val="00893390"/>
    <w:rsid w:val="00894A0C"/>
    <w:rsid w:val="009A12CB"/>
    <w:rsid w:val="009F4050"/>
    <w:rsid w:val="00B02A95"/>
    <w:rsid w:val="00B82AE4"/>
    <w:rsid w:val="00CA527C"/>
    <w:rsid w:val="00D374C1"/>
    <w:rsid w:val="00ED10DB"/>
    <w:rsid w:val="00EF7C5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02A9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5D78903C39E1489C9D5C485D5A3BB8D5">
    <w:name w:val="5D78903C39E1489C9D5C485D5A3BB8D5"/>
    <w:rsid w:val="0040059D"/>
    <w:rPr>
      <w:kern w:val="2"/>
      <w:lang w:val="en-US" w:eastAsia="en-US"/>
      <w14:ligatures w14:val="standardContextual"/>
    </w:rPr>
  </w:style>
  <w:style w:type="paragraph" w:customStyle="1" w:styleId="A50732109D39426398A945726BC78C43">
    <w:name w:val="A50732109D39426398A945726BC78C43"/>
    <w:rsid w:val="0040059D"/>
    <w:rPr>
      <w:kern w:val="2"/>
      <w:lang w:val="en-US" w:eastAsia="en-US"/>
      <w14:ligatures w14:val="standardContextual"/>
    </w:rPr>
  </w:style>
  <w:style w:type="paragraph" w:customStyle="1" w:styleId="2B366F805B08432F90B67E32953C06FF">
    <w:name w:val="2B366F805B08432F90B67E32953C06FF"/>
    <w:rsid w:val="0040059D"/>
    <w:rPr>
      <w:kern w:val="2"/>
      <w:lang w:val="en-US" w:eastAsia="en-US"/>
      <w14:ligatures w14:val="standardContextual"/>
    </w:rPr>
  </w:style>
  <w:style w:type="paragraph" w:customStyle="1" w:styleId="92407535B5F54D4ABBB5634AE6169B28">
    <w:name w:val="92407535B5F54D4ABBB5634AE6169B28"/>
    <w:rsid w:val="0040059D"/>
    <w:rPr>
      <w:kern w:val="2"/>
      <w:lang w:val="en-US" w:eastAsia="en-US"/>
      <w14:ligatures w14:val="standardContextual"/>
    </w:rPr>
  </w:style>
  <w:style w:type="paragraph" w:customStyle="1" w:styleId="13C85FDE63E24CB8BEB8CD18B2082D98">
    <w:name w:val="13C85FDE63E24CB8BEB8CD18B2082D98"/>
    <w:rsid w:val="00B02A95"/>
    <w:rPr>
      <w:kern w:val="2"/>
      <w:lang w:val="en-US" w:eastAsia="en-US"/>
      <w14:ligatures w14:val="standardContextual"/>
    </w:rPr>
  </w:style>
  <w:style w:type="paragraph" w:customStyle="1" w:styleId="C2F07CF8C31F4B62BF3A98BDDF678A5D">
    <w:name w:val="C2F07CF8C31F4B62BF3A98BDDF678A5D"/>
    <w:rsid w:val="0040059D"/>
    <w:rPr>
      <w:kern w:val="2"/>
      <w:lang w:val="en-US" w:eastAsia="en-US"/>
      <w14:ligatures w14:val="standardContextual"/>
    </w:rPr>
  </w:style>
  <w:style w:type="paragraph" w:customStyle="1" w:styleId="DF6AC8D98DFB4806A862BEF034FCA390">
    <w:name w:val="DF6AC8D98DFB4806A862BEF034FCA390"/>
    <w:rsid w:val="0040059D"/>
    <w:rPr>
      <w:kern w:val="2"/>
      <w:lang w:val="en-US" w:eastAsia="en-US"/>
      <w14:ligatures w14:val="standardContextual"/>
    </w:rPr>
  </w:style>
  <w:style w:type="paragraph" w:customStyle="1" w:styleId="6CB481AE0A584FBD864195276E0E78E3">
    <w:name w:val="6CB481AE0A584FBD864195276E0E78E3"/>
    <w:rsid w:val="0040059D"/>
    <w:rPr>
      <w:kern w:val="2"/>
      <w:lang w:val="en-US" w:eastAsia="en-US"/>
      <w14:ligatures w14:val="standardContextual"/>
    </w:rPr>
  </w:style>
  <w:style w:type="paragraph" w:customStyle="1" w:styleId="68E1682EED4944C68D63FD9C07FFE0C6">
    <w:name w:val="68E1682EED4944C68D63FD9C07FFE0C6"/>
    <w:rsid w:val="00B02A95"/>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acd8e8bd0adb2c80a648bbeea8aa1fd1">
  <xsd:schema xmlns:xsd="http://www.w3.org/2001/XMLSchema" xmlns:xs="http://www.w3.org/2001/XMLSchema" xmlns:p="http://schemas.microsoft.com/office/2006/metadata/properties" xmlns:ns2="30c666ed-fe46-43d6-bf30-6de2567680e6" targetNamespace="http://schemas.microsoft.com/office/2006/metadata/properties" ma:root="true" ma:fieldsID="7bdc30587b92d20dd49b6e2158f734d7"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purl.org/dc/dcmitype/"/>
    <ds:schemaRef ds:uri="http://purl.org/dc/elements/1.1/"/>
    <ds:schemaRef ds:uri="http://schemas.microsoft.com/office/infopath/2007/PartnerControls"/>
    <ds:schemaRef ds:uri="1929b814-5a78-4bdc-9841-d8b9ef424f65"/>
    <ds:schemaRef ds:uri="http://schemas.openxmlformats.org/package/2006/metadata/core-properties"/>
    <ds:schemaRef ds:uri="http://www.w3.org/XML/1998/namespace"/>
    <ds:schemaRef ds:uri="http://schemas.microsoft.com/office/2006/documentManagement/types"/>
    <ds:schemaRef ds:uri="http://schemas.microsoft.com/sharepoint/v3/fields"/>
    <ds:schemaRef ds:uri="08927195-b699-4be0-9ee2-6c66dc215b5a"/>
    <ds:schemaRef ds:uri="a41a97bf-0494-41d8-ba3d-259bd7771890"/>
    <ds:schemaRef ds:uri="http://purl.org/dc/terms/"/>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173F528-4A5B-4B14-A029-20F04E640A18}"/>
</file>

<file path=docProps/app.xml><?xml version="1.0" encoding="utf-8"?>
<Properties xmlns="http://schemas.openxmlformats.org/officeDocument/2006/extended-properties" xmlns:vt="http://schemas.openxmlformats.org/officeDocument/2006/docPropsVTypes">
  <Template>Eurolook.dotm</Template>
  <TotalTime>89</TotalTime>
  <Pages>5</Pages>
  <Words>1737</Words>
  <Characters>9906</Characters>
  <Application>Microsoft Office Word</Application>
  <DocSecurity>0</DocSecurity>
  <PresentationFormat>Microsoft Word 14.0</PresentationFormat>
  <Lines>82</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ALLARD Jana (HOME)</cp:lastModifiedBy>
  <cp:revision>10</cp:revision>
  <cp:lastPrinted>2023-04-05T10:36:00Z</cp:lastPrinted>
  <dcterms:created xsi:type="dcterms:W3CDTF">2025-02-07T15:04:00Z</dcterms:created>
  <dcterms:modified xsi:type="dcterms:W3CDTF">2025-09-08T12:55:00Z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